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51FA1" w14:textId="77777777" w:rsidR="0061526B" w:rsidRDefault="0061526B" w:rsidP="0061526B"/>
    <w:p w14:paraId="233B44F9" w14:textId="77777777" w:rsidR="00EF05DF" w:rsidRPr="0061526B" w:rsidRDefault="00A1550F" w:rsidP="0061526B">
      <w:pPr>
        <w:rPr>
          <w:b/>
          <w:sz w:val="28"/>
          <w:szCs w:val="28"/>
        </w:rPr>
      </w:pPr>
      <w:r w:rsidRPr="0061526B">
        <w:rPr>
          <w:b/>
          <w:sz w:val="28"/>
          <w:szCs w:val="28"/>
        </w:rPr>
        <w:t>A</w:t>
      </w:r>
      <w:r w:rsidR="00106206" w:rsidRPr="0061526B">
        <w:rPr>
          <w:b/>
          <w:sz w:val="28"/>
          <w:szCs w:val="28"/>
        </w:rPr>
        <w:t>janvarau</w:t>
      </w:r>
      <w:r w:rsidR="0061526B">
        <w:rPr>
          <w:b/>
          <w:sz w:val="28"/>
          <w:szCs w:val="28"/>
        </w:rPr>
        <w:t>srajapintojen HL7</w:t>
      </w:r>
      <w:r w:rsidRPr="0061526B">
        <w:rPr>
          <w:b/>
          <w:sz w:val="28"/>
          <w:szCs w:val="28"/>
        </w:rPr>
        <w:t>v3</w:t>
      </w:r>
      <w:r w:rsidR="00962F6D" w:rsidRPr="0061526B">
        <w:rPr>
          <w:b/>
          <w:sz w:val="28"/>
          <w:szCs w:val="28"/>
        </w:rPr>
        <w:t>-määrittelyjen lukuohje</w:t>
      </w:r>
    </w:p>
    <w:p w14:paraId="33D1C3FF" w14:textId="77777777" w:rsidR="0061526B" w:rsidRDefault="0061526B" w:rsidP="00962F6D">
      <w:pPr>
        <w:autoSpaceDE w:val="0"/>
        <w:autoSpaceDN w:val="0"/>
        <w:adjustRightInd w:val="0"/>
        <w:jc w:val="left"/>
        <w:rPr>
          <w:sz w:val="22"/>
        </w:rPr>
      </w:pPr>
    </w:p>
    <w:p w14:paraId="1158E8AE" w14:textId="77777777" w:rsidR="00962F6D" w:rsidRPr="00962F6D" w:rsidRDefault="001D11C9" w:rsidP="00962F6D">
      <w:pPr>
        <w:autoSpaceDE w:val="0"/>
        <w:autoSpaceDN w:val="0"/>
        <w:adjustRightInd w:val="0"/>
        <w:jc w:val="left"/>
        <w:rPr>
          <w:sz w:val="22"/>
        </w:rPr>
      </w:pPr>
      <w:r>
        <w:rPr>
          <w:sz w:val="22"/>
        </w:rPr>
        <w:t>HL7 Finland hyväksytyt ajanvarausmäärittelyt koostuvat seuraavista dokumenteista</w:t>
      </w:r>
      <w:r w:rsidR="00962F6D" w:rsidRPr="00962F6D">
        <w:rPr>
          <w:sz w:val="22"/>
        </w:rPr>
        <w:t>:</w:t>
      </w:r>
    </w:p>
    <w:p w14:paraId="1AE302ED" w14:textId="77777777" w:rsidR="00962F6D" w:rsidRDefault="00962F6D" w:rsidP="00962F6D">
      <w:pPr>
        <w:numPr>
          <w:ilvl w:val="0"/>
          <w:numId w:val="15"/>
        </w:numPr>
        <w:autoSpaceDE w:val="0"/>
        <w:autoSpaceDN w:val="0"/>
        <w:adjustRightInd w:val="0"/>
        <w:jc w:val="left"/>
        <w:rPr>
          <w:sz w:val="22"/>
        </w:rPr>
      </w:pPr>
      <w:r w:rsidRPr="00962F6D">
        <w:rPr>
          <w:sz w:val="22"/>
        </w:rPr>
        <w:t>Ajanvarausrajapinnat - Tekninen liittymämäärittely, v1</w:t>
      </w:r>
      <w:r w:rsidR="003740B1">
        <w:rPr>
          <w:sz w:val="22"/>
        </w:rPr>
        <w:t>.4</w:t>
      </w:r>
      <w:r w:rsidRPr="00962F6D">
        <w:rPr>
          <w:sz w:val="22"/>
        </w:rPr>
        <w:t xml:space="preserve"> </w:t>
      </w:r>
      <w:r w:rsidR="003740B1">
        <w:rPr>
          <w:sz w:val="22"/>
        </w:rPr>
        <w:t>(AjanV_Tekninen_v14</w:t>
      </w:r>
      <w:r w:rsidR="001D11C9">
        <w:rPr>
          <w:sz w:val="22"/>
        </w:rPr>
        <w:t>.pdf</w:t>
      </w:r>
      <w:r w:rsidR="007B0B89">
        <w:rPr>
          <w:sz w:val="22"/>
        </w:rPr>
        <w:t>)</w:t>
      </w:r>
    </w:p>
    <w:p w14:paraId="11F3FBEB" w14:textId="77777777" w:rsidR="00962F6D" w:rsidRPr="00962F6D" w:rsidRDefault="003740B1" w:rsidP="00962F6D">
      <w:pPr>
        <w:numPr>
          <w:ilvl w:val="0"/>
          <w:numId w:val="15"/>
        </w:numPr>
        <w:autoSpaceDE w:val="0"/>
        <w:autoSpaceDN w:val="0"/>
        <w:adjustRightInd w:val="0"/>
        <w:jc w:val="left"/>
        <w:rPr>
          <w:sz w:val="22"/>
        </w:rPr>
      </w:pPr>
      <w:r>
        <w:rPr>
          <w:sz w:val="22"/>
        </w:rPr>
        <w:t>HL7v3SchedulingFIv08</w:t>
      </w:r>
      <w:r w:rsidR="00996CE3">
        <w:rPr>
          <w:sz w:val="22"/>
        </w:rPr>
        <w:t>.zip -paketti: s</w:t>
      </w:r>
      <w:r w:rsidR="00962F6D" w:rsidRPr="00962F6D">
        <w:rPr>
          <w:sz w:val="22"/>
        </w:rPr>
        <w:t xml:space="preserve">isältää </w:t>
      </w:r>
      <w:proofErr w:type="gramStart"/>
      <w:r w:rsidR="00962F6D" w:rsidRPr="00962F6D">
        <w:rPr>
          <w:sz w:val="22"/>
        </w:rPr>
        <w:t xml:space="preserve">ajanvarausviestien </w:t>
      </w:r>
      <w:r w:rsidR="00962F6D">
        <w:rPr>
          <w:sz w:val="22"/>
        </w:rPr>
        <w:t xml:space="preserve"> </w:t>
      </w:r>
      <w:r w:rsidR="00962F6D" w:rsidRPr="00962F6D">
        <w:rPr>
          <w:sz w:val="22"/>
        </w:rPr>
        <w:t>XML</w:t>
      </w:r>
      <w:proofErr w:type="gramEnd"/>
      <w:r w:rsidR="00962F6D" w:rsidRPr="00962F6D">
        <w:rPr>
          <w:sz w:val="22"/>
        </w:rPr>
        <w:t>-skeemat, SOAP-esimerkit sekä vie</w:t>
      </w:r>
      <w:r w:rsidR="00962F6D" w:rsidRPr="00962F6D">
        <w:rPr>
          <w:sz w:val="22"/>
        </w:rPr>
        <w:t>s</w:t>
      </w:r>
      <w:r w:rsidR="00962F6D" w:rsidRPr="00962F6D">
        <w:rPr>
          <w:sz w:val="22"/>
        </w:rPr>
        <w:t>tejä käyttävien</w:t>
      </w:r>
      <w:r w:rsidR="00962F6D">
        <w:rPr>
          <w:sz w:val="22"/>
        </w:rPr>
        <w:t xml:space="preserve"> </w:t>
      </w:r>
      <w:r w:rsidR="00962F6D" w:rsidRPr="00962F6D">
        <w:rPr>
          <w:sz w:val="22"/>
        </w:rPr>
        <w:t>sovellusroolien WSDL:t. Mukana myös muut tarvittavat HL7v3-skeemat.</w:t>
      </w:r>
      <w:r w:rsidR="00962F6D">
        <w:rPr>
          <w:sz w:val="22"/>
        </w:rPr>
        <w:t xml:space="preserve"> </w:t>
      </w:r>
    </w:p>
    <w:p w14:paraId="5814143A" w14:textId="77777777" w:rsidR="00962F6D" w:rsidRDefault="00962F6D" w:rsidP="00962F6D">
      <w:pPr>
        <w:autoSpaceDE w:val="0"/>
        <w:autoSpaceDN w:val="0"/>
        <w:adjustRightInd w:val="0"/>
        <w:jc w:val="left"/>
        <w:rPr>
          <w:sz w:val="22"/>
        </w:rPr>
      </w:pPr>
    </w:p>
    <w:p w14:paraId="1558D535" w14:textId="77777777" w:rsidR="00D35F9D" w:rsidRDefault="00D35F9D" w:rsidP="00D35F9D">
      <w:pPr>
        <w:autoSpaceDE w:val="0"/>
        <w:autoSpaceDN w:val="0"/>
        <w:adjustRightInd w:val="0"/>
        <w:jc w:val="left"/>
        <w:rPr>
          <w:sz w:val="22"/>
        </w:rPr>
      </w:pPr>
      <w:r>
        <w:rPr>
          <w:sz w:val="22"/>
        </w:rPr>
        <w:t xml:space="preserve">Lisäksi taustamateriaalina on teknisen liittymämäärittelyn pohjana ollut </w:t>
      </w:r>
    </w:p>
    <w:p w14:paraId="0BF80775" w14:textId="77777777" w:rsidR="00D35F9D" w:rsidRPr="00D35F9D" w:rsidRDefault="00D35F9D" w:rsidP="00D35F9D">
      <w:pPr>
        <w:autoSpaceDE w:val="0"/>
        <w:autoSpaceDN w:val="0"/>
        <w:adjustRightInd w:val="0"/>
        <w:jc w:val="left"/>
        <w:rPr>
          <w:sz w:val="22"/>
        </w:rPr>
      </w:pPr>
      <w:r w:rsidRPr="00D35F9D">
        <w:rPr>
          <w:sz w:val="22"/>
        </w:rPr>
        <w:t>Ajanvarausrajapinnat - Tekniikk</w:t>
      </w:r>
      <w:r w:rsidRPr="00D35F9D">
        <w:rPr>
          <w:sz w:val="22"/>
        </w:rPr>
        <w:t>a</w:t>
      </w:r>
      <w:r w:rsidRPr="00D35F9D">
        <w:rPr>
          <w:sz w:val="22"/>
        </w:rPr>
        <w:t>riippumaton määrittely, v1 (pdf)</w:t>
      </w:r>
      <w:r>
        <w:rPr>
          <w:sz w:val="22"/>
        </w:rPr>
        <w:t xml:space="preserve"> (</w:t>
      </w:r>
      <w:hyperlink r:id="rId7" w:history="1">
        <w:r w:rsidRPr="00D35F9D">
          <w:rPr>
            <w:rStyle w:val="Hyperlinkki"/>
            <w:sz w:val="22"/>
          </w:rPr>
          <w:t>http://www.uku.fi/tike/his/serapi/mater/AjanV_Tekniikkariippumaton_v</w:t>
        </w:r>
        <w:r w:rsidRPr="00D35F9D">
          <w:rPr>
            <w:rStyle w:val="Hyperlinkki"/>
            <w:sz w:val="22"/>
          </w:rPr>
          <w:t>1</w:t>
        </w:r>
        <w:r w:rsidRPr="00D35F9D">
          <w:rPr>
            <w:rStyle w:val="Hyperlinkki"/>
            <w:sz w:val="22"/>
          </w:rPr>
          <w:t>.pdf</w:t>
        </w:r>
      </w:hyperlink>
      <w:r>
        <w:rPr>
          <w:sz w:val="22"/>
        </w:rPr>
        <w:t xml:space="preserve">). </w:t>
      </w:r>
      <w:r w:rsidRPr="00D35F9D">
        <w:rPr>
          <w:sz w:val="22"/>
        </w:rPr>
        <w:t xml:space="preserve"> </w:t>
      </w:r>
      <w:r w:rsidR="00842DEE">
        <w:rPr>
          <w:sz w:val="22"/>
        </w:rPr>
        <w:t>Tekniikkariippumattoman d</w:t>
      </w:r>
      <w:r>
        <w:rPr>
          <w:sz w:val="22"/>
        </w:rPr>
        <w:t xml:space="preserve">okumentin status on </w:t>
      </w:r>
      <w:r w:rsidRPr="00D35F9D">
        <w:rPr>
          <w:sz w:val="22"/>
        </w:rPr>
        <w:t>i</w:t>
      </w:r>
      <w:r w:rsidRPr="00D35F9D">
        <w:rPr>
          <w:sz w:val="22"/>
        </w:rPr>
        <w:t>n</w:t>
      </w:r>
      <w:r w:rsidRPr="00D35F9D">
        <w:rPr>
          <w:sz w:val="22"/>
        </w:rPr>
        <w:t xml:space="preserve">formatiivinen </w:t>
      </w:r>
      <w:r>
        <w:rPr>
          <w:sz w:val="22"/>
        </w:rPr>
        <w:t xml:space="preserve">ja siihen </w:t>
      </w:r>
      <w:r w:rsidRPr="00D35F9D">
        <w:rPr>
          <w:sz w:val="22"/>
        </w:rPr>
        <w:t xml:space="preserve">ei </w:t>
      </w:r>
      <w:r>
        <w:rPr>
          <w:sz w:val="22"/>
        </w:rPr>
        <w:t>pyydetä lausuntoa.</w:t>
      </w:r>
    </w:p>
    <w:p w14:paraId="4542C5A2" w14:textId="77777777" w:rsidR="00D35F9D" w:rsidRPr="00962F6D" w:rsidRDefault="00D35F9D" w:rsidP="00962F6D">
      <w:pPr>
        <w:autoSpaceDE w:val="0"/>
        <w:autoSpaceDN w:val="0"/>
        <w:adjustRightInd w:val="0"/>
        <w:jc w:val="left"/>
        <w:rPr>
          <w:sz w:val="22"/>
        </w:rPr>
      </w:pPr>
    </w:p>
    <w:p w14:paraId="2DA49F2F" w14:textId="77777777" w:rsidR="00B70ACA" w:rsidRDefault="00B70ACA" w:rsidP="00962F6D">
      <w:pPr>
        <w:autoSpaceDE w:val="0"/>
        <w:autoSpaceDN w:val="0"/>
        <w:adjustRightInd w:val="0"/>
        <w:jc w:val="left"/>
      </w:pPr>
      <w:r>
        <w:rPr>
          <w:sz w:val="22"/>
        </w:rPr>
        <w:t>Jos HL7</w:t>
      </w:r>
      <w:r w:rsidR="00842DEE">
        <w:rPr>
          <w:sz w:val="22"/>
        </w:rPr>
        <w:t xml:space="preserve"> </w:t>
      </w:r>
      <w:r>
        <w:rPr>
          <w:sz w:val="22"/>
        </w:rPr>
        <w:t>v</w:t>
      </w:r>
      <w:r w:rsidR="00842DEE">
        <w:rPr>
          <w:sz w:val="22"/>
        </w:rPr>
        <w:t xml:space="preserve">ersio </w:t>
      </w:r>
      <w:r>
        <w:rPr>
          <w:sz w:val="22"/>
        </w:rPr>
        <w:t xml:space="preserve">3 ei ole vielä tuttua, kannattaa tämän dokumentin rinnalla tutustua myös </w:t>
      </w:r>
      <w:r w:rsidRPr="00B70ACA">
        <w:rPr>
          <w:sz w:val="22"/>
        </w:rPr>
        <w:t>Open CDA 2006 -dokumentti</w:t>
      </w:r>
      <w:r>
        <w:rPr>
          <w:sz w:val="22"/>
        </w:rPr>
        <w:t>in</w:t>
      </w:r>
      <w:r w:rsidRPr="00B70ACA">
        <w:rPr>
          <w:sz w:val="22"/>
        </w:rPr>
        <w:t xml:space="preserve"> "HL7 Finlandin suositus V3-viestien käyttöönottoon"</w:t>
      </w:r>
      <w:r>
        <w:rPr>
          <w:sz w:val="22"/>
        </w:rPr>
        <w:t xml:space="preserve"> (</w:t>
      </w:r>
      <w:hyperlink r:id="rId8" w:history="1">
        <w:r w:rsidRPr="00FA2481">
          <w:rPr>
            <w:rStyle w:val="Hyperlinkki"/>
          </w:rPr>
          <w:t>http://virtual.vtt.fi/virtual/hl7/cda/05-open-cda2006/v3-messaging.zip</w:t>
        </w:r>
      </w:hyperlink>
      <w:r>
        <w:t>).</w:t>
      </w:r>
      <w:r w:rsidR="00842DEE">
        <w:t xml:space="preserve"> Teknisestä liittymämääri</w:t>
      </w:r>
      <w:r w:rsidR="00842DEE">
        <w:t>t</w:t>
      </w:r>
      <w:r w:rsidR="00842DEE">
        <w:t xml:space="preserve">telystä on viittauksia tähän suositusdokumenttiin. </w:t>
      </w:r>
    </w:p>
    <w:p w14:paraId="1F7BA4EB" w14:textId="77777777" w:rsidR="00D35F9D" w:rsidRPr="00B70ACA" w:rsidRDefault="00D35F9D" w:rsidP="00962F6D">
      <w:pPr>
        <w:autoSpaceDE w:val="0"/>
        <w:autoSpaceDN w:val="0"/>
        <w:adjustRightInd w:val="0"/>
        <w:jc w:val="left"/>
        <w:rPr>
          <w:sz w:val="22"/>
        </w:rPr>
      </w:pPr>
    </w:p>
    <w:p w14:paraId="657292DA" w14:textId="77777777" w:rsidR="001F30D0" w:rsidRDefault="00B70ACA" w:rsidP="00962F6D">
      <w:pPr>
        <w:autoSpaceDE w:val="0"/>
        <w:autoSpaceDN w:val="0"/>
        <w:adjustRightInd w:val="0"/>
        <w:jc w:val="left"/>
        <w:rPr>
          <w:sz w:val="22"/>
        </w:rPr>
      </w:pPr>
      <w:r>
        <w:rPr>
          <w:sz w:val="22"/>
        </w:rPr>
        <w:t>A</w:t>
      </w:r>
      <w:r w:rsidR="00962F6D">
        <w:rPr>
          <w:sz w:val="22"/>
        </w:rPr>
        <w:t>janvarausrajapinnat - Tekninen liittymämäärittelyn on varsin laaja dokumentti. Sitä kannattaa lähestyä s</w:t>
      </w:r>
      <w:r w:rsidR="00962F6D">
        <w:rPr>
          <w:sz w:val="22"/>
        </w:rPr>
        <w:t>a</w:t>
      </w:r>
      <w:r w:rsidR="00962F6D">
        <w:rPr>
          <w:sz w:val="22"/>
        </w:rPr>
        <w:t xml:space="preserve">malla tavoin kuin mitä tahansa HL7v3 sovellusaluetta. Aluksi kannattaa lukea johdanto </w:t>
      </w:r>
      <w:r w:rsidR="00842DEE">
        <w:rPr>
          <w:sz w:val="22"/>
        </w:rPr>
        <w:t xml:space="preserve">(luku 1) </w:t>
      </w:r>
      <w:r w:rsidR="00962F6D">
        <w:rPr>
          <w:sz w:val="22"/>
        </w:rPr>
        <w:t>ja yleisk</w:t>
      </w:r>
      <w:r w:rsidR="00962F6D">
        <w:rPr>
          <w:sz w:val="22"/>
        </w:rPr>
        <w:t>u</w:t>
      </w:r>
      <w:r w:rsidR="00962F6D">
        <w:rPr>
          <w:sz w:val="22"/>
        </w:rPr>
        <w:t>vaus</w:t>
      </w:r>
      <w:r w:rsidR="00842DEE">
        <w:rPr>
          <w:sz w:val="22"/>
        </w:rPr>
        <w:t xml:space="preserve"> (luku 2)</w:t>
      </w:r>
      <w:r w:rsidR="00962F6D">
        <w:rPr>
          <w:sz w:val="22"/>
        </w:rPr>
        <w:t>, mihin asiaan määrittelyt on tarkoitettu. Yleiskuvaus pitää sisällään myös sovellusalueen tiet</w:t>
      </w:r>
      <w:r w:rsidR="00962F6D">
        <w:rPr>
          <w:sz w:val="22"/>
        </w:rPr>
        <w:t>o</w:t>
      </w:r>
      <w:r w:rsidR="00962F6D">
        <w:rPr>
          <w:sz w:val="22"/>
        </w:rPr>
        <w:t>mallin, josta saa k</w:t>
      </w:r>
      <w:r w:rsidR="00962F6D">
        <w:rPr>
          <w:sz w:val="22"/>
        </w:rPr>
        <w:t>u</w:t>
      </w:r>
      <w:r w:rsidR="00962F6D">
        <w:rPr>
          <w:sz w:val="22"/>
        </w:rPr>
        <w:t>van</w:t>
      </w:r>
      <w:r w:rsidR="00842DEE">
        <w:rPr>
          <w:sz w:val="22"/>
        </w:rPr>
        <w:t>,</w:t>
      </w:r>
      <w:r w:rsidR="00962F6D">
        <w:rPr>
          <w:sz w:val="22"/>
        </w:rPr>
        <w:t xml:space="preserve"> mitä tietoja sovellusalue kattaa.</w:t>
      </w:r>
    </w:p>
    <w:p w14:paraId="777899F9" w14:textId="77777777" w:rsidR="00962F6D" w:rsidRDefault="00962F6D" w:rsidP="00962F6D">
      <w:pPr>
        <w:autoSpaceDE w:val="0"/>
        <w:autoSpaceDN w:val="0"/>
        <w:adjustRightInd w:val="0"/>
        <w:jc w:val="left"/>
        <w:rPr>
          <w:sz w:val="22"/>
        </w:rPr>
      </w:pPr>
    </w:p>
    <w:p w14:paraId="68B7CB0F" w14:textId="77777777" w:rsidR="00B70ACA" w:rsidRDefault="00962F6D" w:rsidP="00962F6D">
      <w:pPr>
        <w:autoSpaceDE w:val="0"/>
        <w:autoSpaceDN w:val="0"/>
        <w:adjustRightInd w:val="0"/>
        <w:jc w:val="left"/>
        <w:rPr>
          <w:sz w:val="22"/>
        </w:rPr>
      </w:pPr>
      <w:r>
        <w:rPr>
          <w:sz w:val="22"/>
        </w:rPr>
        <w:t>Tämän jälkeen kannattaa lähteä lukemaan eri topicien storyboarde</w:t>
      </w:r>
      <w:r w:rsidR="00D35F9D">
        <w:rPr>
          <w:sz w:val="22"/>
        </w:rPr>
        <w:t>ja ja interaktiolistauksia, joist</w:t>
      </w:r>
      <w:r>
        <w:rPr>
          <w:sz w:val="22"/>
        </w:rPr>
        <w:t>a saa selvi</w:t>
      </w:r>
      <w:r>
        <w:rPr>
          <w:sz w:val="22"/>
        </w:rPr>
        <w:t>l</w:t>
      </w:r>
      <w:r>
        <w:rPr>
          <w:sz w:val="22"/>
        </w:rPr>
        <w:t xml:space="preserve">le, mitä toiminnallisuuksia </w:t>
      </w:r>
      <w:r w:rsidR="0061526B">
        <w:rPr>
          <w:sz w:val="22"/>
        </w:rPr>
        <w:t>ajanvaraus</w:t>
      </w:r>
      <w:r>
        <w:rPr>
          <w:sz w:val="22"/>
        </w:rPr>
        <w:t xml:space="preserve">sovellusalueesta löytyy. </w:t>
      </w:r>
      <w:r w:rsidR="00B70ACA">
        <w:rPr>
          <w:sz w:val="22"/>
        </w:rPr>
        <w:t>HL7v3 Schedu</w:t>
      </w:r>
      <w:r w:rsidR="00842DEE">
        <w:rPr>
          <w:sz w:val="22"/>
        </w:rPr>
        <w:t>ling</w:t>
      </w:r>
      <w:r w:rsidR="0061526B">
        <w:rPr>
          <w:sz w:val="22"/>
        </w:rPr>
        <w:t>-sovellusalue</w:t>
      </w:r>
      <w:r w:rsidR="00842DEE">
        <w:rPr>
          <w:sz w:val="22"/>
        </w:rPr>
        <w:t xml:space="preserve"> jakautuu kahteen topiciin: </w:t>
      </w:r>
      <w:r w:rsidR="00B70ACA">
        <w:rPr>
          <w:sz w:val="22"/>
        </w:rPr>
        <w:t>appointment</w:t>
      </w:r>
      <w:r w:rsidR="00842DEE">
        <w:rPr>
          <w:sz w:val="22"/>
        </w:rPr>
        <w:t xml:space="preserve"> topiciin (luku 3)</w:t>
      </w:r>
      <w:r w:rsidR="00B70ACA">
        <w:rPr>
          <w:sz w:val="22"/>
        </w:rPr>
        <w:t xml:space="preserve"> ja slot</w:t>
      </w:r>
      <w:r w:rsidR="00842DEE">
        <w:rPr>
          <w:sz w:val="22"/>
        </w:rPr>
        <w:t xml:space="preserve"> topiciin (luku 4</w:t>
      </w:r>
      <w:r w:rsidR="00B70ACA">
        <w:rPr>
          <w:sz w:val="22"/>
        </w:rPr>
        <w:t>). Kaikki SerAPIssa määritellyt ajanvarauss</w:t>
      </w:r>
      <w:r w:rsidR="00B70ACA">
        <w:rPr>
          <w:sz w:val="22"/>
        </w:rPr>
        <w:t>a</w:t>
      </w:r>
      <w:r w:rsidR="00B70ACA">
        <w:rPr>
          <w:sz w:val="22"/>
        </w:rPr>
        <w:t xml:space="preserve">nomat ovat Slot topicin alla. </w:t>
      </w:r>
      <w:r>
        <w:rPr>
          <w:sz w:val="22"/>
        </w:rPr>
        <w:t xml:space="preserve">Ajanvarausrajapintojen - Teknisessä määrittelyssä ei ole tehty omia </w:t>
      </w:r>
      <w:r w:rsidR="00B70ACA">
        <w:rPr>
          <w:sz w:val="22"/>
        </w:rPr>
        <w:t xml:space="preserve">suomalaisia </w:t>
      </w:r>
      <w:r>
        <w:rPr>
          <w:sz w:val="22"/>
        </w:rPr>
        <w:t>storyboardeja,</w:t>
      </w:r>
      <w:r w:rsidR="00B70ACA">
        <w:rPr>
          <w:sz w:val="22"/>
        </w:rPr>
        <w:t xml:space="preserve"> eikä kansainvälisestikään ole määritelty kuin yksi storyboard,</w:t>
      </w:r>
      <w:r>
        <w:rPr>
          <w:sz w:val="22"/>
        </w:rPr>
        <w:t xml:space="preserve"> joten näitä lukemalla ei vältt</w:t>
      </w:r>
      <w:r>
        <w:rPr>
          <w:sz w:val="22"/>
        </w:rPr>
        <w:t>ä</w:t>
      </w:r>
      <w:r>
        <w:rPr>
          <w:sz w:val="22"/>
        </w:rPr>
        <w:t>mättä saa hyvää kuvaa toiminnallisuuksista. Kannat</w:t>
      </w:r>
      <w:r w:rsidR="00B70ACA">
        <w:rPr>
          <w:sz w:val="22"/>
        </w:rPr>
        <w:t xml:space="preserve">taakin tutustua </w:t>
      </w:r>
      <w:r>
        <w:rPr>
          <w:sz w:val="22"/>
        </w:rPr>
        <w:t>interaktioihin</w:t>
      </w:r>
      <w:r w:rsidR="00D64ABD">
        <w:rPr>
          <w:sz w:val="22"/>
        </w:rPr>
        <w:t xml:space="preserve"> (etenkin Slot topicin</w:t>
      </w:r>
      <w:r w:rsidR="00842DEE">
        <w:rPr>
          <w:sz w:val="22"/>
        </w:rPr>
        <w:t xml:space="preserve"> kpl 4.6</w:t>
      </w:r>
      <w:r w:rsidR="00D64ABD">
        <w:rPr>
          <w:sz w:val="22"/>
        </w:rPr>
        <w:t xml:space="preserve"> ja kyselyiden kpl 5.7</w:t>
      </w:r>
      <w:r w:rsidR="00842DEE">
        <w:rPr>
          <w:sz w:val="22"/>
        </w:rPr>
        <w:t>)</w:t>
      </w:r>
      <w:r>
        <w:rPr>
          <w:sz w:val="22"/>
        </w:rPr>
        <w:t>, sillä niiden nimet paljastavat</w:t>
      </w:r>
      <w:r w:rsidR="00842DEE">
        <w:rPr>
          <w:sz w:val="22"/>
        </w:rPr>
        <w:t>,</w:t>
      </w:r>
      <w:r>
        <w:rPr>
          <w:sz w:val="22"/>
        </w:rPr>
        <w:t xml:space="preserve"> mitä toiminnallisuuksia sovellusalueelle on mä</w:t>
      </w:r>
      <w:r>
        <w:rPr>
          <w:sz w:val="22"/>
        </w:rPr>
        <w:t>ä</w:t>
      </w:r>
      <w:r>
        <w:rPr>
          <w:sz w:val="22"/>
        </w:rPr>
        <w:t xml:space="preserve">ritelty. </w:t>
      </w:r>
    </w:p>
    <w:p w14:paraId="6DF5E3F9" w14:textId="77777777" w:rsidR="00B70ACA" w:rsidRDefault="00B70ACA" w:rsidP="00962F6D">
      <w:pPr>
        <w:autoSpaceDE w:val="0"/>
        <w:autoSpaceDN w:val="0"/>
        <w:adjustRightInd w:val="0"/>
        <w:jc w:val="left"/>
        <w:rPr>
          <w:sz w:val="22"/>
        </w:rPr>
      </w:pPr>
    </w:p>
    <w:p w14:paraId="0D37CC62" w14:textId="77777777" w:rsidR="00962F6D" w:rsidRDefault="00962F6D" w:rsidP="00962F6D">
      <w:pPr>
        <w:autoSpaceDE w:val="0"/>
        <w:autoSpaceDN w:val="0"/>
        <w:adjustRightInd w:val="0"/>
        <w:jc w:val="left"/>
        <w:rPr>
          <w:sz w:val="22"/>
        </w:rPr>
      </w:pPr>
      <w:r>
        <w:rPr>
          <w:sz w:val="22"/>
        </w:rPr>
        <w:t>Interaktioista on linkit (Wordin ristiviittaukset) käytettyihin triggereihin ja sanomankuvauksiin.</w:t>
      </w:r>
      <w:r w:rsidR="00B70ACA">
        <w:rPr>
          <w:sz w:val="22"/>
        </w:rPr>
        <w:t xml:space="preserve"> Sanomank</w:t>
      </w:r>
      <w:r w:rsidR="00B70ACA">
        <w:rPr>
          <w:sz w:val="22"/>
        </w:rPr>
        <w:t>u</w:t>
      </w:r>
      <w:r w:rsidR="00B70ACA">
        <w:rPr>
          <w:sz w:val="22"/>
        </w:rPr>
        <w:t>vauksissa on tehty varsinainen ajanvaraustietojen lokalisointi eli siellä on yhdistetty SerAPIssa määrite</w:t>
      </w:r>
      <w:r w:rsidR="00B70ACA">
        <w:rPr>
          <w:sz w:val="22"/>
        </w:rPr>
        <w:t>l</w:t>
      </w:r>
      <w:r w:rsidR="00B70ACA">
        <w:rPr>
          <w:sz w:val="22"/>
        </w:rPr>
        <w:t>lyt tietosisällöt HL7v3 Scheduling tietoihin. Interaktiosta on myös viittaukset HL7v3SchedulingFI</w:t>
      </w:r>
      <w:r w:rsidR="008D3536">
        <w:rPr>
          <w:sz w:val="22"/>
        </w:rPr>
        <w:t>v07</w:t>
      </w:r>
      <w:r w:rsidR="00D64ABD">
        <w:rPr>
          <w:sz w:val="22"/>
        </w:rPr>
        <w:t>.zip pake</w:t>
      </w:r>
      <w:r w:rsidR="00D64ABD">
        <w:rPr>
          <w:sz w:val="22"/>
        </w:rPr>
        <w:t>t</w:t>
      </w:r>
      <w:r w:rsidR="00D64ABD">
        <w:rPr>
          <w:sz w:val="22"/>
        </w:rPr>
        <w:t>tiin</w:t>
      </w:r>
      <w:r w:rsidR="00B70ACA">
        <w:rPr>
          <w:sz w:val="22"/>
        </w:rPr>
        <w:t>, josta löytyvät interaktioiden skeemat ja SOAP-esimerkit</w:t>
      </w:r>
      <w:r w:rsidR="008D3536">
        <w:rPr>
          <w:sz w:val="22"/>
        </w:rPr>
        <w:t xml:space="preserve"> sekä WSDL-määritykset</w:t>
      </w:r>
      <w:r w:rsidR="00B70ACA">
        <w:rPr>
          <w:sz w:val="22"/>
        </w:rPr>
        <w:t xml:space="preserve">. </w:t>
      </w:r>
    </w:p>
    <w:p w14:paraId="30A88812" w14:textId="77777777" w:rsidR="00B70ACA" w:rsidRDefault="00B70ACA" w:rsidP="00962F6D">
      <w:pPr>
        <w:autoSpaceDE w:val="0"/>
        <w:autoSpaceDN w:val="0"/>
        <w:adjustRightInd w:val="0"/>
        <w:jc w:val="left"/>
        <w:rPr>
          <w:sz w:val="22"/>
        </w:rPr>
      </w:pPr>
    </w:p>
    <w:p w14:paraId="4C78E46B" w14:textId="77777777" w:rsidR="00B70ACA" w:rsidRDefault="00B70ACA" w:rsidP="00962F6D">
      <w:pPr>
        <w:autoSpaceDE w:val="0"/>
        <w:autoSpaceDN w:val="0"/>
        <w:adjustRightInd w:val="0"/>
        <w:jc w:val="left"/>
        <w:rPr>
          <w:sz w:val="22"/>
        </w:rPr>
      </w:pPr>
      <w:r>
        <w:rPr>
          <w:sz w:val="22"/>
        </w:rPr>
        <w:t>Toinen vaihtoehto edellä kuvatulle lähestymistavalle on lähteä lukemaan johdannon ja yleiskuvauksen jä</w:t>
      </w:r>
      <w:r>
        <w:rPr>
          <w:sz w:val="22"/>
        </w:rPr>
        <w:t>l</w:t>
      </w:r>
      <w:r>
        <w:rPr>
          <w:sz w:val="22"/>
        </w:rPr>
        <w:t xml:space="preserve">keen lukua 7, jossa kuvataan alueellisen ajanvarauksen toteuttamista </w:t>
      </w:r>
      <w:r w:rsidR="00842DEE">
        <w:rPr>
          <w:sz w:val="22"/>
        </w:rPr>
        <w:t>HL7v3 ajanvaraussovellusaluetta käy</w:t>
      </w:r>
      <w:r w:rsidR="00842DEE">
        <w:rPr>
          <w:sz w:val="22"/>
        </w:rPr>
        <w:t>t</w:t>
      </w:r>
      <w:r w:rsidR="00842DEE">
        <w:rPr>
          <w:sz w:val="22"/>
        </w:rPr>
        <w:t>täen</w:t>
      </w:r>
      <w:r>
        <w:rPr>
          <w:sz w:val="22"/>
        </w:rPr>
        <w:t xml:space="preserve">. </w:t>
      </w:r>
      <w:r w:rsidR="00D35F9D">
        <w:rPr>
          <w:sz w:val="22"/>
        </w:rPr>
        <w:t xml:space="preserve">Luvun 7 kappaleessa "7.2 Toiminnallisuus, toimintojen suhde ja järjestys" </w:t>
      </w:r>
      <w:r w:rsidR="00D35F9D" w:rsidRPr="00D35F9D">
        <w:rPr>
          <w:sz w:val="22"/>
        </w:rPr>
        <w:t>yhdistetään ajanvaraussove</w:t>
      </w:r>
      <w:r w:rsidR="00D35F9D" w:rsidRPr="00D35F9D">
        <w:rPr>
          <w:sz w:val="22"/>
        </w:rPr>
        <w:t>l</w:t>
      </w:r>
      <w:r w:rsidR="00D35F9D" w:rsidRPr="00D35F9D">
        <w:rPr>
          <w:sz w:val="22"/>
        </w:rPr>
        <w:t xml:space="preserve">lusalueessa esitetyt </w:t>
      </w:r>
      <w:r w:rsidR="00D35F9D">
        <w:rPr>
          <w:sz w:val="22"/>
        </w:rPr>
        <w:t>interaktiot eri toimintokokonai</w:t>
      </w:r>
      <w:r w:rsidR="00D35F9D" w:rsidRPr="00D35F9D">
        <w:rPr>
          <w:sz w:val="22"/>
        </w:rPr>
        <w:t>suuksiin ja esitetään toimintojen suhde ja järjestys toisiinsa erilaisissa</w:t>
      </w:r>
      <w:r w:rsidR="00D35F9D">
        <w:rPr>
          <w:sz w:val="22"/>
        </w:rPr>
        <w:t xml:space="preserve"> skenaarioissa. </w:t>
      </w:r>
      <w:r w:rsidR="00842DEE">
        <w:rPr>
          <w:sz w:val="22"/>
        </w:rPr>
        <w:t xml:space="preserve">Nämä esitetään vuorovaikutuskaavioiden avulla. </w:t>
      </w:r>
      <w:r w:rsidR="00D35F9D">
        <w:rPr>
          <w:sz w:val="22"/>
        </w:rPr>
        <w:t xml:space="preserve">Jokaisesta </w:t>
      </w:r>
      <w:r w:rsidR="00D35F9D" w:rsidRPr="00D35F9D">
        <w:rPr>
          <w:sz w:val="22"/>
        </w:rPr>
        <w:t>esitettävästä interaktio</w:t>
      </w:r>
      <w:r w:rsidR="00D35F9D" w:rsidRPr="00D35F9D">
        <w:rPr>
          <w:sz w:val="22"/>
        </w:rPr>
        <w:t>s</w:t>
      </w:r>
      <w:r w:rsidR="00D35F9D" w:rsidRPr="00D35F9D">
        <w:rPr>
          <w:sz w:val="22"/>
        </w:rPr>
        <w:t xml:space="preserve">ta on viittaus kyseisestä interaktiota käsittelevään </w:t>
      </w:r>
      <w:r w:rsidR="00D35F9D">
        <w:rPr>
          <w:sz w:val="22"/>
        </w:rPr>
        <w:t>teknisen liittymämäärittelyn kappaleeseen. Näistä kapp</w:t>
      </w:r>
      <w:r w:rsidR="00D35F9D">
        <w:rPr>
          <w:sz w:val="22"/>
        </w:rPr>
        <w:t>a</w:t>
      </w:r>
      <w:r w:rsidR="00D35F9D">
        <w:rPr>
          <w:sz w:val="22"/>
        </w:rPr>
        <w:t>leista</w:t>
      </w:r>
      <w:r w:rsidR="00D35F9D" w:rsidRPr="00D35F9D">
        <w:rPr>
          <w:sz w:val="22"/>
        </w:rPr>
        <w:t xml:space="preserve"> lö</w:t>
      </w:r>
      <w:r w:rsidR="00D35F9D" w:rsidRPr="00D35F9D">
        <w:rPr>
          <w:sz w:val="22"/>
        </w:rPr>
        <w:t>y</w:t>
      </w:r>
      <w:r w:rsidR="00D35F9D" w:rsidRPr="00D35F9D">
        <w:rPr>
          <w:sz w:val="22"/>
        </w:rPr>
        <w:t>tyvät puolestaan tarkemmat tiedot interaktion koostu</w:t>
      </w:r>
      <w:r w:rsidR="00D35F9D">
        <w:rPr>
          <w:sz w:val="22"/>
        </w:rPr>
        <w:t>mi</w:t>
      </w:r>
      <w:r w:rsidR="00D35F9D" w:rsidRPr="00D35F9D">
        <w:rPr>
          <w:sz w:val="22"/>
        </w:rPr>
        <w:t>sesta</w:t>
      </w:r>
      <w:r w:rsidR="00D35F9D">
        <w:rPr>
          <w:sz w:val="22"/>
        </w:rPr>
        <w:t xml:space="preserve"> ja käytettävistä sanomankuvauksista</w:t>
      </w:r>
      <w:r w:rsidR="00D35F9D" w:rsidRPr="00D35F9D">
        <w:rPr>
          <w:sz w:val="22"/>
        </w:rPr>
        <w:t xml:space="preserve"> sekä viittaukset interaktioiden skeemoihin ja SOAP-esimerkkeihin.</w:t>
      </w:r>
      <w:r w:rsidR="00D35F9D">
        <w:rPr>
          <w:sz w:val="22"/>
        </w:rPr>
        <w:t xml:space="preserve"> Luvussa 7 on otettu kantaa myös aluee</w:t>
      </w:r>
      <w:r w:rsidR="00D35F9D">
        <w:rPr>
          <w:sz w:val="22"/>
        </w:rPr>
        <w:t>l</w:t>
      </w:r>
      <w:r w:rsidR="00D35F9D">
        <w:rPr>
          <w:sz w:val="22"/>
        </w:rPr>
        <w:t>lisen ajanvarauksen toteuttamisen muihin näköku</w:t>
      </w:r>
      <w:r w:rsidR="00D35F9D">
        <w:rPr>
          <w:sz w:val="22"/>
        </w:rPr>
        <w:t>l</w:t>
      </w:r>
      <w:r w:rsidR="00D35F9D">
        <w:rPr>
          <w:sz w:val="22"/>
        </w:rPr>
        <w:t>miin (mm. tietoturva</w:t>
      </w:r>
      <w:r w:rsidR="0061526B">
        <w:rPr>
          <w:sz w:val="22"/>
        </w:rPr>
        <w:t>, web services viestintä</w:t>
      </w:r>
      <w:r w:rsidR="00D35F9D">
        <w:rPr>
          <w:sz w:val="22"/>
        </w:rPr>
        <w:t>).</w:t>
      </w:r>
    </w:p>
    <w:p w14:paraId="54DFBA75" w14:textId="77777777" w:rsidR="00D35F9D" w:rsidRDefault="00D35F9D" w:rsidP="00962F6D">
      <w:pPr>
        <w:autoSpaceDE w:val="0"/>
        <w:autoSpaceDN w:val="0"/>
        <w:adjustRightInd w:val="0"/>
        <w:jc w:val="left"/>
        <w:rPr>
          <w:sz w:val="22"/>
        </w:rPr>
      </w:pPr>
    </w:p>
    <w:p w14:paraId="2600EF53" w14:textId="77777777" w:rsidR="00B70ACA" w:rsidRPr="00962F6D" w:rsidRDefault="00D35F9D" w:rsidP="00962F6D">
      <w:pPr>
        <w:autoSpaceDE w:val="0"/>
        <w:autoSpaceDN w:val="0"/>
        <w:adjustRightInd w:val="0"/>
        <w:jc w:val="left"/>
        <w:rPr>
          <w:sz w:val="22"/>
        </w:rPr>
      </w:pPr>
      <w:r>
        <w:rPr>
          <w:sz w:val="22"/>
        </w:rPr>
        <w:t>Luvussa 8 Jatkokehitys on vielä työn alla olevia tai tulevaisuudessa mukaan otettavia kohtia.</w:t>
      </w:r>
    </w:p>
    <w:sectPr w:rsidR="00B70ACA" w:rsidRPr="00962F6D" w:rsidSect="0037741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936FA" w14:textId="77777777" w:rsidR="00543027" w:rsidRDefault="00543027">
      <w:r>
        <w:separator/>
      </w:r>
    </w:p>
  </w:endnote>
  <w:endnote w:type="continuationSeparator" w:id="0">
    <w:p w14:paraId="1222E7CD" w14:textId="77777777" w:rsidR="00543027" w:rsidRDefault="0054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C9F82" w14:textId="77777777" w:rsidR="00996CE3" w:rsidRPr="00D97A6F" w:rsidRDefault="00996CE3">
    <w:pPr>
      <w:pStyle w:val="Alatunniste"/>
    </w:pPr>
    <w:r w:rsidRPr="00D97A6F">
      <w:rPr>
        <w:noProof/>
      </w:rPr>
      <w:pict w14:anchorId="0E7A4A05">
        <v:line id="_x0000_s1033" style="position:absolute;left:0;text-align:left;flip:y;z-index:1" from="-2.4pt,-1.75pt" to="483.6pt,-1.75pt"/>
      </w:pict>
    </w:r>
    <w:r w:rsidRPr="00D97A6F">
      <w:rPr>
        <w:rStyle w:val="Sivunumero"/>
      </w:rPr>
      <w:fldChar w:fldCharType="begin"/>
    </w:r>
    <w:r w:rsidRPr="00D97A6F">
      <w:rPr>
        <w:rStyle w:val="Sivunumero"/>
      </w:rPr>
      <w:instrText xml:space="preserve"> PAGE </w:instrText>
    </w:r>
    <w:r w:rsidRPr="00D97A6F">
      <w:rPr>
        <w:rStyle w:val="Sivunumero"/>
      </w:rPr>
      <w:fldChar w:fldCharType="separate"/>
    </w:r>
    <w:r>
      <w:rPr>
        <w:rStyle w:val="Sivunumero"/>
        <w:noProof/>
      </w:rPr>
      <w:t>2</w:t>
    </w:r>
    <w:r w:rsidRPr="00D97A6F">
      <w:rPr>
        <w:rStyle w:val="Sivunumero"/>
      </w:rPr>
      <w:fldChar w:fldCharType="end"/>
    </w:r>
    <w:r w:rsidRPr="00D97A6F">
      <w:rPr>
        <w:rStyle w:val="Sivunumero"/>
      </w:rPr>
      <w:tab/>
      <w:t>SerAPI-projekti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5AC34" w14:textId="77777777" w:rsidR="00996CE3" w:rsidRPr="00D97A6F" w:rsidRDefault="00996CE3">
    <w:pPr>
      <w:pStyle w:val="Alatunniste"/>
    </w:pPr>
    <w:r>
      <w:rPr>
        <w:noProof/>
      </w:rPr>
      <w:pict w14:anchorId="04765E10">
        <v:line id="_x0000_s1034" style="position:absolute;left:0;text-align:left;flip:y;z-index:2" from="-2.4pt,-1.75pt" to="483.6pt,-1.75pt"/>
      </w:pict>
    </w:r>
    <w:r>
      <w:tab/>
    </w:r>
    <w:r w:rsidRPr="00D97A6F">
      <w:t>SerAPI-projekti</w:t>
    </w:r>
    <w:r w:rsidRPr="00D97A6F">
      <w:tab/>
    </w:r>
    <w:r w:rsidRPr="00D97A6F">
      <w:rPr>
        <w:rStyle w:val="Sivunumero"/>
      </w:rPr>
      <w:fldChar w:fldCharType="begin"/>
    </w:r>
    <w:r w:rsidRPr="00D97A6F">
      <w:rPr>
        <w:rStyle w:val="Sivunumero"/>
      </w:rPr>
      <w:instrText xml:space="preserve"> PAGE </w:instrText>
    </w:r>
    <w:r w:rsidRPr="00D97A6F">
      <w:rPr>
        <w:rStyle w:val="Sivunumero"/>
      </w:rPr>
      <w:fldChar w:fldCharType="separate"/>
    </w:r>
    <w:r>
      <w:rPr>
        <w:rStyle w:val="Sivunumero"/>
        <w:noProof/>
      </w:rPr>
      <w:t>3</w:t>
    </w:r>
    <w:r w:rsidRPr="00D97A6F">
      <w:rPr>
        <w:rStyle w:val="Sivunumer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ADD3A" w14:textId="77777777" w:rsidR="00996CE3" w:rsidRPr="00D97A6F" w:rsidRDefault="00996CE3">
    <w:pPr>
      <w:pStyle w:val="Alatunniste"/>
    </w:pPr>
    <w:r>
      <w:rPr>
        <w:noProof/>
      </w:rPr>
      <w:pict w14:anchorId="4C0340C9">
        <v:line id="_x0000_s1035" style="position:absolute;left:0;text-align:left;flip:y;z-index:3" from="-2.25pt,-1.75pt" to="483.75pt,-1.75pt"/>
      </w:pict>
    </w:r>
    <w:r>
      <w:tab/>
    </w:r>
    <w:r w:rsidRPr="00D97A6F">
      <w:t>SerAPI-projekti</w:t>
    </w:r>
    <w:r w:rsidRPr="00D97A6F">
      <w:tab/>
    </w:r>
    <w:r w:rsidRPr="00D97A6F">
      <w:rPr>
        <w:rStyle w:val="Sivunumero"/>
      </w:rPr>
      <w:fldChar w:fldCharType="begin"/>
    </w:r>
    <w:r w:rsidRPr="00D97A6F">
      <w:rPr>
        <w:rStyle w:val="Sivunumero"/>
      </w:rPr>
      <w:instrText xml:space="preserve"> PAGE </w:instrText>
    </w:r>
    <w:r w:rsidRPr="00D97A6F">
      <w:rPr>
        <w:rStyle w:val="Sivunumero"/>
      </w:rPr>
      <w:fldChar w:fldCharType="separate"/>
    </w:r>
    <w:r w:rsidR="00A70CAA">
      <w:rPr>
        <w:rStyle w:val="Sivunumero"/>
        <w:noProof/>
      </w:rPr>
      <w:t>1</w:t>
    </w:r>
    <w:r w:rsidRPr="00D97A6F">
      <w:rPr>
        <w:rStyle w:val="Sivunumer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D168F" w14:textId="77777777" w:rsidR="00543027" w:rsidRDefault="00543027">
      <w:r>
        <w:separator/>
      </w:r>
    </w:p>
  </w:footnote>
  <w:footnote w:type="continuationSeparator" w:id="0">
    <w:p w14:paraId="23A05AB2" w14:textId="77777777" w:rsidR="00543027" w:rsidRDefault="00543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6BF86" w14:textId="77777777" w:rsidR="00996CE3" w:rsidRPr="00D97A6F" w:rsidRDefault="00996CE3">
    <w:pPr>
      <w:pStyle w:val="Yltunniste"/>
    </w:pPr>
    <w:r>
      <w:rPr>
        <w:noProof/>
      </w:rPr>
      <w:pict w14:anchorId="2C21E3A4">
        <v:line id="_x0000_s1037" style="position:absolute;left:0;text-align:left;flip:y;z-index:5" from="-2.25pt,17.45pt" to="483.75pt,17.45pt"/>
      </w:pict>
    </w:r>
    <w:r w:rsidRPr="00DF102C">
      <w:t xml:space="preserve"> </w:t>
    </w:r>
    <w:fldSimple w:instr=" STYLEREF  &quot;Dokumentin nimi&quot;  \* MERGEFORMAT ">
      <w:r w:rsidR="001D11C9">
        <w:rPr>
          <w:b/>
          <w:bCs/>
          <w:noProof/>
          <w:lang w:val="en-US"/>
        </w:rPr>
        <w:t>Error! No text of specified style in document.</w:t>
      </w:r>
    </w:fldSimple>
    <w:r w:rsidRPr="00D97A6F">
      <w:t xml:space="preserve"> v</w:t>
    </w:r>
    <w:r w:rsidRPr="00D97A6F">
      <w:fldChar w:fldCharType="begin"/>
    </w:r>
    <w:r w:rsidRPr="00D97A6F">
      <w:instrText xml:space="preserve"> STYLEREF  Versio  \* MERGEFORMAT </w:instrText>
    </w:r>
    <w:r w:rsidRPr="00D97A6F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0BBE0" w14:textId="77777777" w:rsidR="00996CE3" w:rsidRPr="00D97A6F" w:rsidRDefault="00996CE3">
    <w:pPr>
      <w:pStyle w:val="Yltunniste"/>
    </w:pPr>
    <w:r>
      <w:rPr>
        <w:noProof/>
      </w:rPr>
      <w:pict w14:anchorId="2B26E70B">
        <v:line id="_x0000_s1036" style="position:absolute;left:0;text-align:left;flip:y;z-index:4" from="-2.25pt,17.45pt" to="483.75pt,17.45pt"/>
      </w:pict>
    </w:r>
    <w:r>
      <w:tab/>
    </w:r>
    <w:r>
      <w:tab/>
    </w:r>
    <w:fldSimple w:instr=" STYLEREF  &quot;Dokumentin nimi&quot;  \* MERGEFORMAT ">
      <w:r w:rsidR="001D11C9">
        <w:rPr>
          <w:b/>
          <w:bCs/>
          <w:noProof/>
          <w:lang w:val="en-US"/>
        </w:rPr>
        <w:t>Error! No text of specified style in document.</w:t>
      </w:r>
    </w:fldSimple>
    <w:r w:rsidRPr="00D97A6F">
      <w:t xml:space="preserve"> v</w:t>
    </w:r>
    <w:r w:rsidRPr="00D97A6F">
      <w:fldChar w:fldCharType="begin"/>
    </w:r>
    <w:r w:rsidRPr="00D97A6F">
      <w:instrText xml:space="preserve"> STYLEREF  Versio  \* MERGEFORMAT </w:instrText>
    </w:r>
    <w:r w:rsidRPr="00D97A6F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F609D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1479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72DC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8F6F1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1E65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12FD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AAF3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0BAC0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A2F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CE68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7355F12"/>
    <w:multiLevelType w:val="multilevel"/>
    <w:tmpl w:val="5C3A91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28090F65"/>
    <w:multiLevelType w:val="hybridMultilevel"/>
    <w:tmpl w:val="7692236E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9173F"/>
    <w:multiLevelType w:val="hybridMultilevel"/>
    <w:tmpl w:val="1F8453D2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67880"/>
    <w:multiLevelType w:val="multilevel"/>
    <w:tmpl w:val="097E7A54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2C905D4"/>
    <w:multiLevelType w:val="multilevel"/>
    <w:tmpl w:val="20826490"/>
    <w:lvl w:ilvl="0">
      <w:start w:val="1"/>
      <w:numFmt w:val="decimal"/>
      <w:pStyle w:val="Otsikko1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86212002">
    <w:abstractNumId w:val="9"/>
  </w:num>
  <w:num w:numId="2" w16cid:durableId="1218980381">
    <w:abstractNumId w:val="7"/>
  </w:num>
  <w:num w:numId="3" w16cid:durableId="1729112629">
    <w:abstractNumId w:val="6"/>
  </w:num>
  <w:num w:numId="4" w16cid:durableId="2022389161">
    <w:abstractNumId w:val="5"/>
  </w:num>
  <w:num w:numId="5" w16cid:durableId="1343507626">
    <w:abstractNumId w:val="4"/>
  </w:num>
  <w:num w:numId="6" w16cid:durableId="1528375486">
    <w:abstractNumId w:val="8"/>
  </w:num>
  <w:num w:numId="7" w16cid:durableId="1034505205">
    <w:abstractNumId w:val="3"/>
  </w:num>
  <w:num w:numId="8" w16cid:durableId="699628613">
    <w:abstractNumId w:val="2"/>
  </w:num>
  <w:num w:numId="9" w16cid:durableId="1065684950">
    <w:abstractNumId w:val="1"/>
  </w:num>
  <w:num w:numId="10" w16cid:durableId="969553965">
    <w:abstractNumId w:val="0"/>
  </w:num>
  <w:num w:numId="11" w16cid:durableId="1263756499">
    <w:abstractNumId w:val="14"/>
  </w:num>
  <w:num w:numId="12" w16cid:durableId="782841484">
    <w:abstractNumId w:val="10"/>
  </w:num>
  <w:num w:numId="13" w16cid:durableId="1643728881">
    <w:abstractNumId w:val="13"/>
  </w:num>
  <w:num w:numId="14" w16cid:durableId="479468201">
    <w:abstractNumId w:val="11"/>
  </w:num>
  <w:num w:numId="15" w16cid:durableId="19436099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1304"/>
  <w:autoHyphenation/>
  <w:consecutiveHyphenLimit w:val="4"/>
  <w:hyphenationZone w:val="425"/>
  <w:evenAndOddHeaders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3D87"/>
    <w:rsid w:val="000010C5"/>
    <w:rsid w:val="000566B2"/>
    <w:rsid w:val="00077A98"/>
    <w:rsid w:val="000B03E2"/>
    <w:rsid w:val="000B09D8"/>
    <w:rsid w:val="000D6517"/>
    <w:rsid w:val="00101516"/>
    <w:rsid w:val="00106206"/>
    <w:rsid w:val="00106804"/>
    <w:rsid w:val="00124FF0"/>
    <w:rsid w:val="001367AF"/>
    <w:rsid w:val="00137ED7"/>
    <w:rsid w:val="001B44C8"/>
    <w:rsid w:val="001D11C9"/>
    <w:rsid w:val="001E7D2E"/>
    <w:rsid w:val="001F0C0F"/>
    <w:rsid w:val="001F30D0"/>
    <w:rsid w:val="00232EFD"/>
    <w:rsid w:val="00263694"/>
    <w:rsid w:val="00297E30"/>
    <w:rsid w:val="00373E08"/>
    <w:rsid w:val="003740B1"/>
    <w:rsid w:val="00377412"/>
    <w:rsid w:val="00392816"/>
    <w:rsid w:val="003B671B"/>
    <w:rsid w:val="003E1291"/>
    <w:rsid w:val="00432E70"/>
    <w:rsid w:val="0049596A"/>
    <w:rsid w:val="00496361"/>
    <w:rsid w:val="004B5C36"/>
    <w:rsid w:val="004C601A"/>
    <w:rsid w:val="004C6F40"/>
    <w:rsid w:val="004E5106"/>
    <w:rsid w:val="004F49BD"/>
    <w:rsid w:val="005160CF"/>
    <w:rsid w:val="0052501E"/>
    <w:rsid w:val="00543027"/>
    <w:rsid w:val="0056745B"/>
    <w:rsid w:val="00587D2D"/>
    <w:rsid w:val="0061526B"/>
    <w:rsid w:val="006E1996"/>
    <w:rsid w:val="006E3C47"/>
    <w:rsid w:val="00704A3C"/>
    <w:rsid w:val="0071065E"/>
    <w:rsid w:val="007178E9"/>
    <w:rsid w:val="00724B93"/>
    <w:rsid w:val="0073099E"/>
    <w:rsid w:val="0073647B"/>
    <w:rsid w:val="00740673"/>
    <w:rsid w:val="00781E67"/>
    <w:rsid w:val="007B0B89"/>
    <w:rsid w:val="007C34B7"/>
    <w:rsid w:val="007E5857"/>
    <w:rsid w:val="008212AC"/>
    <w:rsid w:val="00823D9C"/>
    <w:rsid w:val="008302D7"/>
    <w:rsid w:val="008309F6"/>
    <w:rsid w:val="00842DEE"/>
    <w:rsid w:val="008555E3"/>
    <w:rsid w:val="008D3536"/>
    <w:rsid w:val="00957F26"/>
    <w:rsid w:val="00962F6D"/>
    <w:rsid w:val="00996CE3"/>
    <w:rsid w:val="009A7AD4"/>
    <w:rsid w:val="00A1550F"/>
    <w:rsid w:val="00A626F0"/>
    <w:rsid w:val="00A64249"/>
    <w:rsid w:val="00A70CAA"/>
    <w:rsid w:val="00A71A5E"/>
    <w:rsid w:val="00AC1EA8"/>
    <w:rsid w:val="00AC4B66"/>
    <w:rsid w:val="00AD3663"/>
    <w:rsid w:val="00B3520C"/>
    <w:rsid w:val="00B70ACA"/>
    <w:rsid w:val="00B729FA"/>
    <w:rsid w:val="00B85613"/>
    <w:rsid w:val="00BC5843"/>
    <w:rsid w:val="00BF0EDB"/>
    <w:rsid w:val="00C01BE3"/>
    <w:rsid w:val="00C33450"/>
    <w:rsid w:val="00C63D87"/>
    <w:rsid w:val="00CB731E"/>
    <w:rsid w:val="00D10F7C"/>
    <w:rsid w:val="00D35F9D"/>
    <w:rsid w:val="00D64ABD"/>
    <w:rsid w:val="00D97A6F"/>
    <w:rsid w:val="00DB68A8"/>
    <w:rsid w:val="00DF102C"/>
    <w:rsid w:val="00E435B9"/>
    <w:rsid w:val="00E51DEB"/>
    <w:rsid w:val="00E645B7"/>
    <w:rsid w:val="00EF05DF"/>
    <w:rsid w:val="00F336D4"/>
    <w:rsid w:val="00F452B2"/>
    <w:rsid w:val="00FA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1D125CA"/>
  <w15:chartTrackingRefBased/>
  <w15:docId w15:val="{7E69DC45-6E33-437E-B132-2EDD07A1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B85613"/>
    <w:pPr>
      <w:jc w:val="both"/>
    </w:pPr>
    <w:rPr>
      <w:sz w:val="24"/>
      <w:szCs w:val="24"/>
    </w:rPr>
  </w:style>
  <w:style w:type="paragraph" w:styleId="Otsikko1">
    <w:name w:val="heading 1"/>
    <w:basedOn w:val="Normalharva"/>
    <w:next w:val="Normalharva"/>
    <w:qFormat/>
    <w:rsid w:val="00E51DEB"/>
    <w:pPr>
      <w:keepNext/>
      <w:keepLines/>
      <w:numPr>
        <w:numId w:val="11"/>
      </w:numPr>
      <w:spacing w:before="480" w:after="3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Otsikko2">
    <w:name w:val="heading 2"/>
    <w:basedOn w:val="Normalharva"/>
    <w:next w:val="Normalharva"/>
    <w:qFormat/>
    <w:rsid w:val="0073099E"/>
    <w:pPr>
      <w:keepNext/>
      <w:keepLines/>
      <w:numPr>
        <w:ilvl w:val="1"/>
        <w:numId w:val="11"/>
      </w:numPr>
      <w:spacing w:before="360"/>
      <w:jc w:val="left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Otsikko3">
    <w:name w:val="heading 3"/>
    <w:basedOn w:val="Normalharva"/>
    <w:next w:val="Normalharva"/>
    <w:qFormat/>
    <w:rsid w:val="0073099E"/>
    <w:pPr>
      <w:keepNext/>
      <w:keepLines/>
      <w:numPr>
        <w:ilvl w:val="2"/>
        <w:numId w:val="11"/>
      </w:numPr>
      <w:outlineLvl w:val="2"/>
    </w:pPr>
    <w:rPr>
      <w:rFonts w:ascii="Arial" w:hAnsi="Arial" w:cs="Arial"/>
      <w:b/>
      <w:bCs/>
      <w:szCs w:val="26"/>
    </w:rPr>
  </w:style>
  <w:style w:type="paragraph" w:styleId="Otsikko4">
    <w:name w:val="heading 4"/>
    <w:basedOn w:val="Normalharva"/>
    <w:next w:val="Normalharva"/>
    <w:qFormat/>
    <w:rsid w:val="0073099E"/>
    <w:pPr>
      <w:keepNext/>
      <w:keepLines/>
      <w:numPr>
        <w:ilvl w:val="3"/>
        <w:numId w:val="11"/>
      </w:numPr>
      <w:outlineLvl w:val="3"/>
    </w:pPr>
    <w:rPr>
      <w:rFonts w:ascii="Arial" w:hAnsi="Arial"/>
      <w:bCs/>
      <w:szCs w:val="28"/>
    </w:rPr>
  </w:style>
  <w:style w:type="paragraph" w:styleId="Otsikko5">
    <w:name w:val="heading 5"/>
    <w:basedOn w:val="Normaali"/>
    <w:next w:val="Normaali"/>
    <w:qFormat/>
    <w:rsid w:val="004C6F40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qFormat/>
    <w:rsid w:val="004C6F40"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Otsikko7">
    <w:name w:val="heading 7"/>
    <w:basedOn w:val="Normaali"/>
    <w:next w:val="Normaali"/>
    <w:qFormat/>
    <w:rsid w:val="004C6F40"/>
    <w:pPr>
      <w:numPr>
        <w:ilvl w:val="6"/>
        <w:numId w:val="11"/>
      </w:numPr>
      <w:spacing w:before="240" w:after="60"/>
      <w:outlineLvl w:val="6"/>
    </w:pPr>
  </w:style>
  <w:style w:type="paragraph" w:styleId="Otsikko8">
    <w:name w:val="heading 8"/>
    <w:basedOn w:val="Normaali"/>
    <w:next w:val="Normaali"/>
    <w:qFormat/>
    <w:rsid w:val="004C6F40"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qFormat/>
    <w:rsid w:val="004C6F40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semiHidden/>
  </w:style>
  <w:style w:type="table" w:styleId="TaulukkoRuudukko">
    <w:name w:val="Table Grid"/>
    <w:basedOn w:val="Normaalitaulukko"/>
    <w:rsid w:val="004F49BD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ppale">
    <w:name w:val="Kappale"/>
    <w:basedOn w:val="Normaali"/>
    <w:link w:val="KappaleChar"/>
    <w:rsid w:val="00106804"/>
    <w:pPr>
      <w:spacing w:before="240" w:after="240"/>
    </w:pPr>
    <w:rPr>
      <w:lang w:eastAsia="en-US"/>
    </w:rPr>
  </w:style>
  <w:style w:type="paragraph" w:customStyle="1" w:styleId="Kohde">
    <w:name w:val="Kohde"/>
    <w:basedOn w:val="Normaali"/>
    <w:next w:val="Dokumentinnimi"/>
    <w:rsid w:val="00F336D4"/>
    <w:pPr>
      <w:spacing w:before="240" w:after="240"/>
      <w:jc w:val="center"/>
    </w:pPr>
    <w:rPr>
      <w:b/>
      <w:sz w:val="44"/>
    </w:rPr>
  </w:style>
  <w:style w:type="paragraph" w:customStyle="1" w:styleId="Dokumentinnimi">
    <w:name w:val="Dokumentin nimi"/>
    <w:basedOn w:val="Normaali"/>
    <w:next w:val="Otsikko1"/>
    <w:rsid w:val="00D10F7C"/>
    <w:pPr>
      <w:spacing w:before="600" w:after="600"/>
      <w:jc w:val="left"/>
    </w:pPr>
    <w:rPr>
      <w:b/>
      <w:sz w:val="36"/>
    </w:rPr>
  </w:style>
  <w:style w:type="paragraph" w:styleId="Otsikko">
    <w:name w:val="Title"/>
    <w:basedOn w:val="Normaali"/>
    <w:next w:val="Normaali"/>
    <w:qFormat/>
    <w:rsid w:val="00704A3C"/>
    <w:pPr>
      <w:keepNext/>
      <w:keepLines/>
      <w:spacing w:before="480" w:after="480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Kuvaotsikko">
    <w:name w:val="caption"/>
    <w:basedOn w:val="Normaali"/>
    <w:next w:val="Normaali"/>
    <w:qFormat/>
    <w:rsid w:val="007E5857"/>
    <w:pPr>
      <w:spacing w:before="120" w:after="240"/>
    </w:pPr>
    <w:rPr>
      <w:bCs/>
      <w:szCs w:val="20"/>
    </w:rPr>
  </w:style>
  <w:style w:type="paragraph" w:customStyle="1" w:styleId="Versio">
    <w:name w:val="Versio"/>
    <w:basedOn w:val="Normaali"/>
    <w:next w:val="Normaali"/>
    <w:rsid w:val="007E5857"/>
  </w:style>
  <w:style w:type="paragraph" w:styleId="Sisluet2">
    <w:name w:val="toc 2"/>
    <w:basedOn w:val="Normaali"/>
    <w:next w:val="Normaali"/>
    <w:autoRedefine/>
    <w:semiHidden/>
    <w:rsid w:val="0056745B"/>
    <w:pPr>
      <w:tabs>
        <w:tab w:val="left" w:pos="1080"/>
        <w:tab w:val="right" w:leader="dot" w:pos="9628"/>
      </w:tabs>
      <w:ind w:left="540"/>
    </w:pPr>
  </w:style>
  <w:style w:type="paragraph" w:styleId="Sisluet1">
    <w:name w:val="toc 1"/>
    <w:basedOn w:val="Normaali"/>
    <w:next w:val="Normaali"/>
    <w:autoRedefine/>
    <w:semiHidden/>
    <w:rsid w:val="00957F26"/>
    <w:pPr>
      <w:spacing w:before="120"/>
    </w:pPr>
  </w:style>
  <w:style w:type="paragraph" w:styleId="Sisluet3">
    <w:name w:val="toc 3"/>
    <w:basedOn w:val="Normaali"/>
    <w:next w:val="Normaali"/>
    <w:autoRedefine/>
    <w:semiHidden/>
    <w:rsid w:val="0056745B"/>
    <w:pPr>
      <w:tabs>
        <w:tab w:val="left" w:pos="1800"/>
        <w:tab w:val="right" w:leader="dot" w:pos="9628"/>
      </w:tabs>
      <w:ind w:left="1080"/>
    </w:pPr>
  </w:style>
  <w:style w:type="character" w:styleId="Hyperlinkki">
    <w:name w:val="Hyperlink"/>
    <w:rsid w:val="007E5857"/>
    <w:rPr>
      <w:color w:val="0000FF"/>
      <w:u w:val="single"/>
    </w:rPr>
  </w:style>
  <w:style w:type="paragraph" w:styleId="Yltunniste">
    <w:name w:val="header"/>
    <w:basedOn w:val="Normaali"/>
    <w:rsid w:val="003B671B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3B671B"/>
    <w:pPr>
      <w:tabs>
        <w:tab w:val="center" w:pos="4819"/>
        <w:tab w:val="right" w:pos="9638"/>
      </w:tabs>
    </w:pPr>
  </w:style>
  <w:style w:type="character" w:styleId="Sivunumero">
    <w:name w:val="page number"/>
    <w:basedOn w:val="Kappaleenoletusfontti"/>
    <w:rsid w:val="00DF102C"/>
  </w:style>
  <w:style w:type="paragraph" w:customStyle="1" w:styleId="Normalharva">
    <w:name w:val="Normal harva"/>
    <w:basedOn w:val="Normaali"/>
    <w:rsid w:val="00297E30"/>
    <w:pPr>
      <w:spacing w:before="240" w:after="240"/>
    </w:pPr>
  </w:style>
  <w:style w:type="paragraph" w:customStyle="1" w:styleId="Koodi">
    <w:name w:val="Koodi"/>
    <w:basedOn w:val="Normaali"/>
    <w:rsid w:val="000D651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</w:tabs>
    </w:pPr>
    <w:rPr>
      <w:rFonts w:ascii="Courier New" w:hAnsi="Courier New"/>
      <w:sz w:val="20"/>
    </w:rPr>
  </w:style>
  <w:style w:type="character" w:customStyle="1" w:styleId="KappaleChar">
    <w:name w:val="Kappale Char"/>
    <w:link w:val="Kappale"/>
    <w:rsid w:val="00106804"/>
    <w:rPr>
      <w:sz w:val="24"/>
      <w:szCs w:val="24"/>
      <w:lang w:val="fi-FI" w:eastAsia="en-US" w:bidi="ar-SA"/>
    </w:rPr>
  </w:style>
  <w:style w:type="paragraph" w:styleId="Seliteteksti">
    <w:name w:val="Balloon Text"/>
    <w:basedOn w:val="Normaali"/>
    <w:semiHidden/>
    <w:rsid w:val="00A1550F"/>
    <w:rPr>
      <w:rFonts w:ascii="Tahoma" w:hAnsi="Tahoma" w:cs="Tahoma"/>
      <w:sz w:val="16"/>
      <w:szCs w:val="16"/>
    </w:rPr>
  </w:style>
  <w:style w:type="paragraph" w:styleId="Leipteksti3">
    <w:name w:val="Body Text 3"/>
    <w:basedOn w:val="Normaali"/>
    <w:rsid w:val="00962F6D"/>
    <w:rPr>
      <w:bCs/>
      <w:snapToGrid w:val="0"/>
      <w:szCs w:val="22"/>
      <w:lang w:eastAsia="en-US"/>
    </w:rPr>
  </w:style>
  <w:style w:type="character" w:styleId="AvattuHyperlinkki">
    <w:name w:val="FollowedHyperlink"/>
    <w:rsid w:val="00962F6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rtual.vtt.fi/virtual/hl7/cda/05-open-cda2006/v3-messaging.zip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uku.fi/tike/his/serapi/mater/AjanV_Tekniikkariippumaton_v1.pdf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ptuomai\My%20Documents\DokumenttipohjaSuppea_uusi_060810.do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DokumenttipohjaSuppea_uusi_060810.dot</Template>
  <TotalTime>1</TotalTime>
  <Pages>1</Pages>
  <Words>420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Kuopio</Company>
  <LinksUpToDate>false</LinksUpToDate>
  <CharactersWithSpaces>3818</CharactersWithSpaces>
  <SharedDoc>false</SharedDoc>
  <HLinks>
    <vt:vector size="12" baseType="variant">
      <vt:variant>
        <vt:i4>3473452</vt:i4>
      </vt:variant>
      <vt:variant>
        <vt:i4>3</vt:i4>
      </vt:variant>
      <vt:variant>
        <vt:i4>0</vt:i4>
      </vt:variant>
      <vt:variant>
        <vt:i4>5</vt:i4>
      </vt:variant>
      <vt:variant>
        <vt:lpwstr>http://virtual.vtt.fi/virtual/hl7/cda/05-open-cda2006/v3-messaging.zip</vt:lpwstr>
      </vt:variant>
      <vt:variant>
        <vt:lpwstr/>
      </vt:variant>
      <vt:variant>
        <vt:i4>7471226</vt:i4>
      </vt:variant>
      <vt:variant>
        <vt:i4>0</vt:i4>
      </vt:variant>
      <vt:variant>
        <vt:i4>0</vt:i4>
      </vt:variant>
      <vt:variant>
        <vt:i4>5</vt:i4>
      </vt:variant>
      <vt:variant>
        <vt:lpwstr>http://www.uku.fi/tike/his/serapi/mater/AjanV_Tekniikkariippumaton_v1.pdf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Tuomainen</dc:creator>
  <cp:keywords/>
  <dc:description/>
  <cp:lastModifiedBy>Timo Kaskinen</cp:lastModifiedBy>
  <cp:revision>2</cp:revision>
  <cp:lastPrinted>2007-08-17T05:27:00Z</cp:lastPrinted>
  <dcterms:created xsi:type="dcterms:W3CDTF">2026-01-13T13:10:00Z</dcterms:created>
  <dcterms:modified xsi:type="dcterms:W3CDTF">2026-01-13T13:10:00Z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-1153347000</vt:i4>
  </property>
  <property fmtid="{D5CDD505-2E9C-101B-9397-08002B2CF9AE}" pid="3" name="_EmailSubject">
    <vt:lpwstr>Tammikuun HL7 Finland uutiskirjeeseen</vt:lpwstr>
  </property>
  <property fmtid="{D5CDD505-2E9C-101B-9397-08002B2CF9AE}" pid="4" name="_AuthorEmail">
    <vt:lpwstr>mika.tuomainen@uku.fi</vt:lpwstr>
  </property>
  <property fmtid="{D5CDD505-2E9C-101B-9397-08002B2CF9AE}" pid="5" name="_AuthorEmailDisplayName">
    <vt:lpwstr>Mika Tuomainen</vt:lpwstr>
  </property>
  <property fmtid="{D5CDD505-2E9C-101B-9397-08002B2CF9AE}" pid="6" name="_ReviewingToolsShownOnce">
    <vt:lpwstr/>
  </property>
</Properties>
</file>